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301819</wp:posOffset>
                </wp:positionV>
                <wp:extent cx="6013939" cy="3270739"/>
                <wp:effectExtent l="0" t="0" r="25400" b="2540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939" cy="3270739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3.55pt;height:25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" filled="f" strokecolor="#7030a0" strokeweight="1pt"/>
            </w:pict>
          </mc:Fallback>
        </mc:AlternateContent>
      </w:r>
      <w:r w:rsidR="00380D26"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w:t>LES BRUITS DES ANIMAUX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C23D4E" w:rsidP="00CD6B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Entre </w:t>
      </w:r>
      <w:r w:rsidRPr="00C23D4E">
        <w:rPr>
          <w:rFonts w:ascii="Arial" w:hAnsi="Arial" w:cs="Arial"/>
        </w:rPr>
        <w:t>bêlement</w:t>
      </w:r>
      <w:r>
        <w:rPr>
          <w:rFonts w:ascii="Arial" w:hAnsi="Arial" w:cs="Arial"/>
        </w:rPr>
        <w:t xml:space="preserve">, aboiement, ronronnement, </w:t>
      </w:r>
      <w:r w:rsidRPr="00C23D4E">
        <w:rPr>
          <w:rFonts w:ascii="Arial" w:hAnsi="Arial" w:cs="Arial"/>
        </w:rPr>
        <w:t>coassement</w:t>
      </w:r>
      <w:r>
        <w:rPr>
          <w:rFonts w:ascii="Arial" w:hAnsi="Arial" w:cs="Arial"/>
        </w:rPr>
        <w:t xml:space="preserve">, </w:t>
      </w:r>
      <w:proofErr w:type="spellStart"/>
      <w:r w:rsidRPr="00C23D4E">
        <w:rPr>
          <w:rFonts w:ascii="Arial" w:hAnsi="Arial" w:cs="Arial"/>
        </w:rPr>
        <w:t>zinzinulement</w:t>
      </w:r>
      <w:proofErr w:type="spellEnd"/>
      <w:r>
        <w:rPr>
          <w:rFonts w:ascii="Arial" w:hAnsi="Arial" w:cs="Arial"/>
        </w:rPr>
        <w:t xml:space="preserve">, hennissement et </w:t>
      </w:r>
      <w:r w:rsidRPr="00C23D4E">
        <w:rPr>
          <w:rFonts w:ascii="Arial" w:hAnsi="Arial" w:cs="Arial"/>
        </w:rPr>
        <w:t>bourdonnement</w:t>
      </w:r>
      <w:r>
        <w:rPr>
          <w:rFonts w:ascii="Arial" w:hAnsi="Arial" w:cs="Arial"/>
        </w:rPr>
        <w:t>… ouvrez bien vos deux oreilles pour deviner quel animal se cache der</w:t>
      </w:r>
      <w:r w:rsidR="00541E99">
        <w:rPr>
          <w:rFonts w:ascii="Arial" w:hAnsi="Arial" w:cs="Arial"/>
        </w:rPr>
        <w:t>rière ces multiples merveilles !</w:t>
      </w:r>
      <w:r>
        <w:rPr>
          <w:rFonts w:ascii="Arial" w:hAnsi="Arial" w:cs="Arial"/>
        </w:rPr>
        <w:t xml:space="preserve">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C23D4E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L17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541E9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117FDF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17FDF">
        <w:rPr>
          <w:rFonts w:ascii="Arial" w:hAnsi="Arial" w:cs="Arial"/>
        </w:rPr>
        <w:t xml:space="preserve"> SHS 11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17FDF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mouvements : </w:t>
      </w:r>
      <w:r w:rsidR="00506473">
        <w:rPr>
          <w:rFonts w:ascii="Arial" w:hAnsi="Arial" w:cs="Arial"/>
        </w:rPr>
        <w:t>CM 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506473">
        <w:rPr>
          <w:rFonts w:ascii="Arial" w:hAnsi="Arial" w:cs="Arial"/>
        </w:rPr>
        <w:t>FG 13, FG 14-15, FG 18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506473">
        <w:rPr>
          <w:rFonts w:ascii="Arial" w:hAnsi="Arial" w:cs="Arial"/>
        </w:rPr>
        <w:t xml:space="preserve"> Communication, collaboration, stratégi</w:t>
      </w:r>
      <w:r w:rsidR="00503B6A">
        <w:rPr>
          <w:rFonts w:ascii="Arial" w:hAnsi="Arial" w:cs="Arial"/>
        </w:rPr>
        <w:t>es</w:t>
      </w:r>
      <w:bookmarkStart w:id="0" w:name="_GoBack"/>
      <w:bookmarkEnd w:id="0"/>
      <w:r w:rsidR="00506473">
        <w:rPr>
          <w:rFonts w:ascii="Arial" w:hAnsi="Arial" w:cs="Arial"/>
        </w:rPr>
        <w:t xml:space="preserve">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CD6B38" w:rsidRDefault="00CD6B38" w:rsidP="00CD6B38">
      <w:pPr>
        <w:jc w:val="center"/>
        <w:rPr>
          <w:rFonts w:ascii="Arial" w:hAnsi="Arial" w:cs="Arial"/>
          <w:b/>
          <w:color w:val="7030A0"/>
          <w:sz w:val="28"/>
        </w:rPr>
      </w:pPr>
      <w:r w:rsidRPr="00CD6B38">
        <w:rPr>
          <w:rFonts w:ascii="Arial" w:hAnsi="Arial" w:cs="Arial"/>
          <w:b/>
          <w:color w:val="7030A0"/>
          <w:sz w:val="28"/>
        </w:rPr>
        <w:t>PRÉPARATION</w:t>
      </w:r>
    </w:p>
    <w:p w:rsidR="00CD6B38" w:rsidRPr="00CD6B38" w:rsidRDefault="00CD6B38" w:rsidP="00CD6B38">
      <w:pPr>
        <w:jc w:val="center"/>
        <w:rPr>
          <w:rFonts w:ascii="Arial" w:hAnsi="Arial" w:cs="Arial"/>
          <w:b/>
          <w:color w:val="7030A0"/>
          <w:sz w:val="28"/>
        </w:rPr>
      </w:pPr>
    </w:p>
    <w:p w:rsidR="004B3F3D" w:rsidRPr="00CD6B38" w:rsidRDefault="004B3F3D" w:rsidP="00CD6B38">
      <w:pPr>
        <w:rPr>
          <w:rFonts w:ascii="Arial" w:hAnsi="Arial" w:cs="Arial"/>
          <w:b/>
          <w:color w:val="7030A0"/>
        </w:rPr>
      </w:pPr>
      <w:r w:rsidRPr="00CD6B38"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Pr="00380D26" w:rsidRDefault="00380D26" w:rsidP="00380D2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380D26">
        <w:rPr>
          <w:rFonts w:ascii="Arial" w:hAnsi="Arial" w:cs="Arial"/>
          <w:b/>
        </w:rPr>
        <w:t xml:space="preserve">PDF "images animaux variés" </w:t>
      </w:r>
      <w:r w:rsidR="00C23D4E" w:rsidRPr="00C23D4E">
        <w:rPr>
          <w:rFonts w:ascii="Arial" w:hAnsi="Arial" w:cs="Arial"/>
          <w:b/>
        </w:rPr>
        <w:sym w:font="Wingdings" w:char="F0E0"/>
      </w:r>
      <w:r w:rsidR="00C23D4E">
        <w:rPr>
          <w:rFonts w:ascii="Arial" w:hAnsi="Arial" w:cs="Arial"/>
          <w:b/>
        </w:rPr>
        <w:t xml:space="preserve"> L'adulte qui anime le jeu peut traduire le nom des animaux dans la langue sélectionnée. 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380D26" w:rsidRPr="00506473" w:rsidRDefault="00380D26" w:rsidP="00380D26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380D26">
        <w:rPr>
          <w:rFonts w:ascii="Arial" w:hAnsi="Arial" w:cs="Arial"/>
          <w:b/>
        </w:rPr>
        <w:t xml:space="preserve">Accès au site </w:t>
      </w:r>
      <w:r w:rsidRPr="00506473">
        <w:rPr>
          <w:rFonts w:ascii="Arial" w:hAnsi="Arial" w:cs="Arial"/>
          <w:b/>
        </w:rPr>
        <w:t xml:space="preserve">internet </w:t>
      </w:r>
      <w:hyperlink r:id="rId8" w:history="1">
        <w:r w:rsidRPr="00506473">
          <w:rPr>
            <w:rStyle w:val="Lienhypertexte"/>
            <w:rFonts w:ascii="Arial" w:hAnsi="Arial" w:cs="Arial"/>
            <w:b/>
            <w:color w:val="auto"/>
          </w:rPr>
          <w:t>www.animaux-nature.com</w:t>
        </w:r>
      </w:hyperlink>
      <w:r w:rsidRPr="00506473">
        <w:rPr>
          <w:rFonts w:ascii="Arial" w:hAnsi="Arial" w:cs="Arial"/>
          <w:b/>
        </w:rPr>
        <w:t xml:space="preserve"> via un téléphone ou autre</w:t>
      </w:r>
    </w:p>
    <w:p w:rsidR="00716697" w:rsidRPr="00506473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506473"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9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28C" w:rsidRDefault="00A6228C" w:rsidP="00687DE3">
      <w:pPr>
        <w:spacing w:after="0" w:line="240" w:lineRule="auto"/>
      </w:pPr>
      <w:r>
        <w:separator/>
      </w:r>
    </w:p>
  </w:endnote>
  <w:endnote w:type="continuationSeparator" w:id="0">
    <w:p w:rsidR="00A6228C" w:rsidRDefault="00A6228C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28C" w:rsidRDefault="00A6228C" w:rsidP="00687DE3">
      <w:pPr>
        <w:spacing w:after="0" w:line="240" w:lineRule="auto"/>
      </w:pPr>
      <w:r>
        <w:separator/>
      </w:r>
    </w:p>
  </w:footnote>
  <w:footnote w:type="continuationSeparator" w:id="0">
    <w:p w:rsidR="00A6228C" w:rsidRDefault="00A6228C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17FDF"/>
    <w:rsid w:val="001A4A00"/>
    <w:rsid w:val="00365FE3"/>
    <w:rsid w:val="00380D26"/>
    <w:rsid w:val="003F707B"/>
    <w:rsid w:val="004163C9"/>
    <w:rsid w:val="004B3F3D"/>
    <w:rsid w:val="00503B6A"/>
    <w:rsid w:val="00506473"/>
    <w:rsid w:val="00507F03"/>
    <w:rsid w:val="00541E99"/>
    <w:rsid w:val="00687DE3"/>
    <w:rsid w:val="00716697"/>
    <w:rsid w:val="008844A5"/>
    <w:rsid w:val="0094240B"/>
    <w:rsid w:val="00A6228C"/>
    <w:rsid w:val="00AD34A6"/>
    <w:rsid w:val="00C23D4E"/>
    <w:rsid w:val="00CD6B38"/>
    <w:rsid w:val="00D61C79"/>
    <w:rsid w:val="00D660C8"/>
    <w:rsid w:val="00D75DB1"/>
    <w:rsid w:val="00DF5E50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80D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80D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imaux-natur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D4E8804A.dotm</Template>
  <TotalTime>1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Othenin-Girard Monique (DSE)</dc:creator>
  <cp:lastModifiedBy>Othenin-Girard Monique (DSE)</cp:lastModifiedBy>
  <cp:revision>4</cp:revision>
  <dcterms:created xsi:type="dcterms:W3CDTF">2019-07-23T13:32:00Z</dcterms:created>
  <dcterms:modified xsi:type="dcterms:W3CDTF">2019-07-29T06:46:00Z</dcterms:modified>
</cp:coreProperties>
</file>